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43972B" w14:textId="4DA55AA7" w:rsidR="00A27829" w:rsidRPr="00BF78E6" w:rsidRDefault="00BF78E6" w:rsidP="00A27829">
      <w:pPr>
        <w:pStyle w:val="Head"/>
      </w:pPr>
      <w:r>
        <w:t xml:space="preserve">HD 14i TT - compacteur à pneus compact pour la construction routière et l'aménagement des espaces verts </w:t>
      </w:r>
    </w:p>
    <w:p w14:paraId="26F0996C" w14:textId="44DD4C7D" w:rsidR="00A46F1E" w:rsidRPr="00BF78E6" w:rsidRDefault="00347A28" w:rsidP="00881E44">
      <w:pPr>
        <w:pStyle w:val="Subhead"/>
      </w:pPr>
      <w:r>
        <w:t>Au World of Asphalt 2022, Hamm présente une machine compacte polyvalente</w:t>
      </w:r>
    </w:p>
    <w:p w14:paraId="193790FB" w14:textId="33F21094" w:rsidR="00A46F1E" w:rsidRPr="00BF78E6" w:rsidRDefault="00BF78E6" w:rsidP="00881E44">
      <w:pPr>
        <w:pStyle w:val="Teaser"/>
      </w:pPr>
      <w:r>
        <w:t xml:space="preserve">Les compacteurs maniables de la série HD CompactLine sont des engins polyvalents et conviviaux pour la construction routière et l'aménagement des espaces verts. Hamm couvre ainsi la gamme de </w:t>
      </w:r>
      <w:r w:rsidR="001633B3">
        <w:t xml:space="preserve">3,506 bis 10,551 </w:t>
      </w:r>
      <w:proofErr w:type="spellStart"/>
      <w:r w:rsidR="001633B3">
        <w:t>lbs</w:t>
      </w:r>
      <w:proofErr w:type="spellEnd"/>
      <w:r w:rsidR="001633B3">
        <w:t xml:space="preserve"> (1,5 à 4,5 t</w:t>
      </w:r>
      <w:r>
        <w:t xml:space="preserve">. Outre les rouleaux combinés et les rouleaux tandem, le compacteur à pneus compact fait partie de la gamme depuis toujours. Il a subi un lifting et est disponible depuis 2021 également en Amérique du Nord sous le nom de HD 14i TT. Le "i" signifie qu'il répond aux exigences de la norme d'émission EU Stage V / EPA Tier 4. Au World of Asphalt 2022 Hamm présente un HD 14i TT qui séduit avec beaucoup de points forts en dépit de sa compacité.  </w:t>
      </w:r>
    </w:p>
    <w:p w14:paraId="03C1B33F" w14:textId="464302C2" w:rsidR="00A46F1E" w:rsidRPr="00BF78E6" w:rsidRDefault="00BF78E6" w:rsidP="002611FE">
      <w:pPr>
        <w:pStyle w:val="Absatzberschrift"/>
      </w:pPr>
      <w:r>
        <w:t>Rouleaux compacts puissants</w:t>
      </w:r>
    </w:p>
    <w:p w14:paraId="5941A861" w14:textId="2A69FB84" w:rsidR="000B582B" w:rsidRPr="00BF78E6" w:rsidRDefault="00BF78E6" w:rsidP="00282AFC">
      <w:pPr>
        <w:pStyle w:val="Standardabsatz"/>
      </w:pPr>
      <w:r>
        <w:t>La série HD CompactLine de Hamm est la série la plus complète au monde dans le segment compact. Actuellement, 22 rouleaux tandem compacts sont disponibles rien que pour le marché nord-américain, parmi eux le compacteur à pneus HD 14i TT. La série est complétée par des machines spécifiques aux pays et aux marchés. Par exemple, en Chine, tous les modèles de cette série sont d'une construction extrêmement compacte. Pour cette raison, ils sont d'une utilisation idéale sur des chantiers petits ou étroits. Leurs caractéristiques principales sont un champ de vision optimal grâce à un train avant cintré, une faible hauteur ainsi que de bonnes propriétés de transport et de conduite. En particulier, l’articulation 3 points permet une stabilité de conduite unique et une bonne trajectoire en ligne droite. La largeur de ces rouleaux articulés s'étend de 31.5 in à 54.3 in</w:t>
      </w:r>
      <w:r w:rsidR="001633B3">
        <w:t xml:space="preserve"> (800 à 1.380 mm)</w:t>
      </w:r>
      <w:r>
        <w:t xml:space="preserve">. De plus, des modèles avec oscillation sont disponibles pour tous les marchés. Les engins de compactage maniables sont ainsi polyvalents et conviviaux pour le compactage de surfaces de circulation dans la construction routière ainsi que de sols et de chemins dans l’aménagement d’espaces verts. </w:t>
      </w:r>
    </w:p>
    <w:p w14:paraId="69F49D88" w14:textId="751EA175" w:rsidR="00BD25D1" w:rsidRPr="00BF78E6" w:rsidRDefault="00BF78E6" w:rsidP="00754B80">
      <w:pPr>
        <w:pStyle w:val="Absatzberschrift"/>
      </w:pPr>
      <w:r>
        <w:t>HD 14i TT : lifting et nouveau moteur</w:t>
      </w:r>
    </w:p>
    <w:p w14:paraId="684C6270" w14:textId="025276A1" w:rsidR="00BD25D1" w:rsidRPr="00BF78E6" w:rsidRDefault="00BF78E6" w:rsidP="00BD25D1">
      <w:pPr>
        <w:pStyle w:val="Standardabsatz"/>
      </w:pPr>
      <w:r>
        <w:t xml:space="preserve">Hamm propose le compacteur à pneus modifié de la série HD CompactLine sous le nom de HD 14i TT. Avec un poids opérationnel de 7,817 </w:t>
      </w:r>
      <w:proofErr w:type="spellStart"/>
      <w:r>
        <w:t>lbs</w:t>
      </w:r>
      <w:proofErr w:type="spellEnd"/>
      <w:r w:rsidR="001633B3">
        <w:t xml:space="preserve"> </w:t>
      </w:r>
      <w:r w:rsidR="001633B3" w:rsidRPr="00E878BB">
        <w:t>(3.545 kg)</w:t>
      </w:r>
      <w:r>
        <w:t xml:space="preserve"> et une largeur de travail de 50.2 in</w:t>
      </w:r>
      <w:r w:rsidR="001633B3">
        <w:t xml:space="preserve"> </w:t>
      </w:r>
      <w:r w:rsidR="001633B3" w:rsidRPr="00E878BB">
        <w:t>(1.276 mm)</w:t>
      </w:r>
      <w:r>
        <w:t xml:space="preserve">, il convient pour des travaux de réparation ainsi que pour le compactage de petits chemins et surfaces. Il fait valoir ses atouts partout là où l'enrobé doit être compacté ou pressé en douceur et sans vibration. Ses dimensions compactes permettent aussi un compactage sans problème dans des zones très étroites. S'y ajoute un grand décalage latéral afin que le HD 14i TT puisse compacter le long de trottoirs et de petits murs jusqu'au bord. Son entraînement économique et silencieux est un atout supplémentaire. Le moteur Kubota avec DOC-FAP et une puissance de 37,4 kW répond aux exigences selon EPA Tier 4 pour l'Amérique du Nord et tous les autres pays avec une législation semblable sur les gaz d’échappement (EU Stage V). </w:t>
      </w:r>
    </w:p>
    <w:p w14:paraId="55696270" w14:textId="23AE1D63" w:rsidR="00BD25D1" w:rsidRPr="00BF78E6" w:rsidRDefault="00BF78E6" w:rsidP="00754B80">
      <w:pPr>
        <w:pStyle w:val="Absatzberschrift"/>
      </w:pPr>
      <w:r>
        <w:lastRenderedPageBreak/>
        <w:t>Visibilité optimale</w:t>
      </w:r>
    </w:p>
    <w:p w14:paraId="49494B03" w14:textId="43B51AB3" w:rsidR="00BD25D1" w:rsidRPr="00BF78E6" w:rsidRDefault="00BF78E6" w:rsidP="00282AFC">
      <w:pPr>
        <w:pStyle w:val="Standardabsatz"/>
      </w:pPr>
      <w:r>
        <w:t xml:space="preserve">Le design de la série HD CompactLine caractérisé par sa taille de guêpe garantit toujours d'excellentes conditions de visibilité. Le lifting a permis à Hamm d'améliorer encore cette visibilité. Le compacteur offre ainsi encore plus de sécurité sur le chantier </w:t>
      </w:r>
      <w:r w:rsidR="00491C8C">
        <w:t>et une</w:t>
      </w:r>
      <w:r>
        <w:t xml:space="preserve"> meilleure vue sur la surface à compacter. </w:t>
      </w:r>
    </w:p>
    <w:p w14:paraId="17679C41" w14:textId="77777777" w:rsidR="00BF78E6" w:rsidRPr="00FB13D3" w:rsidRDefault="00BF78E6" w:rsidP="006D6CC6">
      <w:pPr>
        <w:pStyle w:val="Absatzberschrift"/>
      </w:pPr>
    </w:p>
    <w:p w14:paraId="6F696BAE" w14:textId="18CC2D86" w:rsidR="006D6CC6" w:rsidRPr="00BF78E6" w:rsidRDefault="00BF78E6" w:rsidP="006D6CC6">
      <w:pPr>
        <w:pStyle w:val="Absatzberschrift"/>
      </w:pPr>
      <w:r>
        <w:t>Bon équipement de base et de nombreuses options</w:t>
      </w:r>
    </w:p>
    <w:p w14:paraId="3E5E0309" w14:textId="77777777" w:rsidR="00BF78E6" w:rsidRPr="00BF78E6" w:rsidRDefault="00BF78E6" w:rsidP="00BF78E6">
      <w:pPr>
        <w:pStyle w:val="Standardabsatz"/>
      </w:pPr>
      <w:r>
        <w:t xml:space="preserve">L'équipement de série du HD 14i TT comprend des caractéristiques de confort telles que le poste du conducteur à découplage de vibration et la prise 12 V. Mais, le couvercle résistant au vandalisme du tableau de bord, le coupe-batterie électronique ou l'arrosage à l’eau sous pression font aussi partie de l'offre de base. On y trouve encore un grand choix d'options : parmi elles, un siège conducteur avec chauffage de siège, la cabine ROPS et l'automatisme d'arrêt moteur pour un fonctionnement économique et respectueux de l'environnement. </w:t>
      </w:r>
    </w:p>
    <w:p w14:paraId="37A73548" w14:textId="7B0E991D" w:rsidR="00BF78E6" w:rsidRPr="00BF78E6" w:rsidRDefault="00BF78E6" w:rsidP="00BF78E6">
      <w:pPr>
        <w:pStyle w:val="Absatzberschrift"/>
      </w:pPr>
      <w:r>
        <w:t>Facilité d'utilisation</w:t>
      </w:r>
    </w:p>
    <w:p w14:paraId="0818EDDD" w14:textId="19B2182B" w:rsidR="00BF78E6" w:rsidRPr="00BF78E6" w:rsidRDefault="00BF78E6" w:rsidP="00BF78E6">
      <w:pPr>
        <w:pStyle w:val="Standardabsatz"/>
      </w:pPr>
      <w:r>
        <w:t xml:space="preserve">En tant que modèle de la série HD CompactLine, le compacteur à pneus HD 14i TT est d'une utilisation extrêmement simple et sans période d’adaptation. Un accès rapide, quelques éléments de commande et des symboles agencés de manière claire, logique et compréhensible dans toutes les langues permettent d’éviter les fausses manipulations. </w:t>
      </w:r>
    </w:p>
    <w:p w14:paraId="3F69E478" w14:textId="03A2757E" w:rsidR="00BF78E6" w:rsidRPr="00BF78E6" w:rsidRDefault="00860D46" w:rsidP="00BF78E6">
      <w:pPr>
        <w:pStyle w:val="Absatzberschrift"/>
      </w:pPr>
      <w:r>
        <w:t>Compacteurs à pneus Hamm aussi pour de grands travaux</w:t>
      </w:r>
    </w:p>
    <w:p w14:paraId="4DE781AF" w14:textId="0BF92991" w:rsidR="006D6CC6" w:rsidRPr="00BF78E6" w:rsidRDefault="00BF78E6" w:rsidP="00BF78E6">
      <w:pPr>
        <w:pStyle w:val="Standardabsatz"/>
      </w:pPr>
      <w:r>
        <w:t xml:space="preserve">Outre le HD 14i TT, Hamm a d'autres compacteurs à pneus dans le programme : le HP 180i (poids opérationnel max. 18,224 – 37,882 </w:t>
      </w:r>
      <w:proofErr w:type="spellStart"/>
      <w:r>
        <w:t>lbs</w:t>
      </w:r>
      <w:proofErr w:type="spellEnd"/>
      <w:r w:rsidR="001633B3">
        <w:t xml:space="preserve">, </w:t>
      </w:r>
      <w:r w:rsidR="001633B3" w:rsidRPr="00E878BB">
        <w:t>8.265 - 17.180 kg</w:t>
      </w:r>
      <w:r>
        <w:t xml:space="preserve">) ainsi que le HP 280i (poids opérationnel max. 20,551 – 59,469 </w:t>
      </w:r>
      <w:proofErr w:type="spellStart"/>
      <w:r>
        <w:t>lbs</w:t>
      </w:r>
      <w:proofErr w:type="spellEnd"/>
      <w:r w:rsidR="001633B3">
        <w:t xml:space="preserve">, </w:t>
      </w:r>
      <w:r w:rsidR="001633B3" w:rsidRPr="00E878BB">
        <w:t>9.320 - 26.970 kg</w:t>
      </w:r>
      <w:r>
        <w:t>). Tous les deux conviennent à de grands projets grâce à leur largeur de travail de 82 in</w:t>
      </w:r>
      <w:r w:rsidR="001633B3">
        <w:t xml:space="preserve"> (2.084 mm)</w:t>
      </w:r>
      <w:r>
        <w:t>. Son éventail d’utilisations va de la stabilisation des sols et du recyclage à froid au compactage final et à l’imperméabilisation des sols lors de la pose d’enrobé, en passant par l'aménagement d'espaces verts. Ils répondent également aux directives relatives aux gaz d’échappement selon EU phase V / EPA Tier 4. Le point fort des « grands frères » est le concept de lestage intelligent pour obtenir de meilleurs résultats de compactage. Par ailleurs, des caractéristiques telles qu'un système de transmission moderne ainsi qu’un système d’arrosage très polyvalent avec une manière innovante d’ajouter l’additif sont les garants d’un niveau élevé de qualité et de productivité. Depuis le CONEXPO-CON/AGG 2020, les deux modèles sont disponibles pour le marché nord-américain.</w:t>
      </w:r>
    </w:p>
    <w:p w14:paraId="31412CCB" w14:textId="10995DDC" w:rsidR="00E15EBE" w:rsidRPr="00BF78E6" w:rsidRDefault="00E15EBE" w:rsidP="00E15EBE">
      <w:pPr>
        <w:pStyle w:val="Fotos"/>
      </w:pPr>
      <w:r>
        <w:t>Photos :</w:t>
      </w:r>
    </w:p>
    <w:p w14:paraId="20879CE4" w14:textId="235621BD" w:rsidR="002611FE" w:rsidRPr="00FB13D3" w:rsidRDefault="00A46F1E" w:rsidP="002611FE">
      <w:pPr>
        <w:pStyle w:val="BUbold"/>
      </w:pPr>
      <w:r>
        <w:rPr>
          <w:noProof/>
          <w:lang w:val="de-DE" w:eastAsia="de-DE"/>
        </w:rPr>
        <w:drawing>
          <wp:inline distT="0" distB="0" distL="0" distR="0" wp14:anchorId="1B66E54E" wp14:editId="28206573">
            <wp:extent cx="1958968" cy="1127183"/>
            <wp:effectExtent l="0" t="0" r="381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1958968" cy="1127183"/>
                    </a:xfrm>
                    <a:prstGeom prst="rect">
                      <a:avLst/>
                    </a:prstGeom>
                    <a:noFill/>
                    <a:ln>
                      <a:noFill/>
                    </a:ln>
                  </pic:spPr>
                </pic:pic>
              </a:graphicData>
            </a:graphic>
          </wp:inline>
        </w:drawing>
      </w:r>
      <w:r>
        <w:br/>
        <w:t>HAMM_HD 14i TT_01</w:t>
      </w:r>
    </w:p>
    <w:p w14:paraId="1F8A7162" w14:textId="2935CE63" w:rsidR="006C0C87" w:rsidRPr="00BF78E6" w:rsidRDefault="00BF78E6" w:rsidP="00C84D75">
      <w:pPr>
        <w:pStyle w:val="BUnormal"/>
      </w:pPr>
      <w:bookmarkStart w:id="0" w:name="_GoBack"/>
      <w:r>
        <w:t>Le nouveau compacteur à pneus compact HD 14i TT de Hamm séduit avec une largeur de travail de 50.2 in</w:t>
      </w:r>
      <w:r w:rsidR="001633B3">
        <w:t xml:space="preserve"> </w:t>
      </w:r>
      <w:r w:rsidR="001633B3" w:rsidRPr="00E878BB">
        <w:t>(1.276 mm)</w:t>
      </w:r>
      <w:r>
        <w:t xml:space="preserve"> et un poids opérationnel maximal de 9,702 </w:t>
      </w:r>
      <w:proofErr w:type="spellStart"/>
      <w:r>
        <w:t>lbs</w:t>
      </w:r>
      <w:proofErr w:type="spellEnd"/>
      <w:r w:rsidR="001633B3">
        <w:t xml:space="preserve"> </w:t>
      </w:r>
      <w:r w:rsidR="001633B3" w:rsidRPr="00E878BB">
        <w:t>(4.400 kg)</w:t>
      </w:r>
      <w:r>
        <w:t xml:space="preserve">. </w:t>
      </w:r>
    </w:p>
    <w:bookmarkEnd w:id="0"/>
    <w:p w14:paraId="64175B9F" w14:textId="3588DDA5" w:rsidR="007073BA" w:rsidRPr="00743513" w:rsidRDefault="007073BA" w:rsidP="007073BA">
      <w:pPr>
        <w:pStyle w:val="Text"/>
        <w:rPr>
          <w:i/>
          <w:szCs w:val="22"/>
        </w:rPr>
      </w:pPr>
      <w:r w:rsidRPr="00743513">
        <w:rPr>
          <w:i/>
          <w:szCs w:val="22"/>
          <w:u w:val="single"/>
        </w:rPr>
        <w:lastRenderedPageBreak/>
        <w:t>Attention :</w:t>
      </w:r>
      <w:r w:rsidRPr="00743513">
        <w:rPr>
          <w:i/>
          <w:szCs w:val="22"/>
        </w:rPr>
        <w:t xml:space="preserve"> Ces photos sont destinées uniquement à une première visualisation. Pour une reproduction dans vos publications, merci d’utiliser les photos en résolution de 300 dpi, que vous pourrez télécharger sur le site web de </w:t>
      </w:r>
      <w:proofErr w:type="spellStart"/>
      <w:r w:rsidRPr="00743513">
        <w:rPr>
          <w:i/>
          <w:szCs w:val="22"/>
        </w:rPr>
        <w:t>Wirtgen</w:t>
      </w:r>
      <w:proofErr w:type="spellEnd"/>
      <w:r w:rsidRPr="00743513">
        <w:rPr>
          <w:i/>
          <w:szCs w:val="22"/>
        </w:rPr>
        <w:t xml:space="preserve"> Group.</w:t>
      </w:r>
    </w:p>
    <w:p w14:paraId="6F22C058" w14:textId="77777777" w:rsidR="007073BA" w:rsidRPr="00743513" w:rsidRDefault="007073BA" w:rsidP="007073BA">
      <w:pPr>
        <w:pStyle w:val="Text"/>
        <w:rPr>
          <w:szCs w:val="22"/>
        </w:rPr>
      </w:pPr>
    </w:p>
    <w:p w14:paraId="2339EB27" w14:textId="77777777" w:rsidR="007073BA" w:rsidRPr="00743513" w:rsidRDefault="007073BA" w:rsidP="007073BA">
      <w:pPr>
        <w:pStyle w:val="Text"/>
        <w:rPr>
          <w:szCs w:val="22"/>
        </w:rPr>
      </w:pPr>
    </w:p>
    <w:tbl>
      <w:tblPr>
        <w:tblStyle w:val="Basic"/>
        <w:tblW w:w="0" w:type="auto"/>
        <w:tblLook w:val="04A0" w:firstRow="1" w:lastRow="0" w:firstColumn="1" w:lastColumn="0" w:noHBand="0" w:noVBand="1"/>
      </w:tblPr>
      <w:tblGrid>
        <w:gridCol w:w="4780"/>
        <w:gridCol w:w="4744"/>
      </w:tblGrid>
      <w:tr w:rsidR="007073BA" w:rsidRPr="00743513" w14:paraId="4E8BB997" w14:textId="77777777" w:rsidTr="00386664">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7FFF0251" w14:textId="77777777" w:rsidR="007073BA" w:rsidRPr="00743513" w:rsidRDefault="007073BA" w:rsidP="00386664">
            <w:pPr>
              <w:pStyle w:val="HeadlineKontakte"/>
              <w:rPr>
                <w:rFonts w:eastAsia="Calibri"/>
                <w:caps w:val="0"/>
                <w:szCs w:val="22"/>
              </w:rPr>
            </w:pPr>
            <w:r w:rsidRPr="00743513">
              <w:rPr>
                <w:rFonts w:cs="Arial"/>
                <w:szCs w:val="22"/>
              </w:rPr>
              <w:t>Vous obtiendrez de plus amples</w:t>
            </w:r>
          </w:p>
          <w:p w14:paraId="7508E4BE" w14:textId="77777777" w:rsidR="007073BA" w:rsidRPr="00743513" w:rsidRDefault="007073BA" w:rsidP="00386664">
            <w:pPr>
              <w:pStyle w:val="HeadlineKontakte"/>
              <w:rPr>
                <w:szCs w:val="22"/>
              </w:rPr>
            </w:pPr>
            <w:r w:rsidRPr="00743513">
              <w:rPr>
                <w:rFonts w:cs="Arial"/>
                <w:szCs w:val="22"/>
              </w:rPr>
              <w:t xml:space="preserve">informations auprès de </w:t>
            </w:r>
            <w:r w:rsidRPr="00743513">
              <w:rPr>
                <w:szCs w:val="22"/>
              </w:rPr>
              <w:t>:</w:t>
            </w:r>
          </w:p>
          <w:p w14:paraId="713C4F05" w14:textId="77777777" w:rsidR="007073BA" w:rsidRPr="00743513" w:rsidRDefault="007073BA" w:rsidP="00386664">
            <w:pPr>
              <w:pStyle w:val="Text"/>
              <w:rPr>
                <w:szCs w:val="22"/>
              </w:rPr>
            </w:pPr>
            <w:r w:rsidRPr="00743513">
              <w:rPr>
                <w:szCs w:val="22"/>
              </w:rPr>
              <w:t>WIRTGEN GROUP</w:t>
            </w:r>
          </w:p>
          <w:p w14:paraId="31B078B7" w14:textId="77777777" w:rsidR="007073BA" w:rsidRPr="00743513" w:rsidRDefault="007073BA" w:rsidP="00386664">
            <w:pPr>
              <w:pStyle w:val="Text"/>
              <w:rPr>
                <w:szCs w:val="22"/>
              </w:rPr>
            </w:pPr>
            <w:r w:rsidRPr="00743513">
              <w:rPr>
                <w:szCs w:val="22"/>
              </w:rPr>
              <w:t>Public Relations</w:t>
            </w:r>
          </w:p>
          <w:p w14:paraId="5A13CEBC" w14:textId="77777777" w:rsidR="007073BA" w:rsidRPr="00743513" w:rsidRDefault="007073BA" w:rsidP="00386664">
            <w:pPr>
              <w:pStyle w:val="Text"/>
              <w:rPr>
                <w:szCs w:val="22"/>
              </w:rPr>
            </w:pPr>
            <w:r w:rsidRPr="00743513">
              <w:rPr>
                <w:szCs w:val="22"/>
              </w:rPr>
              <w:t>Reinhard-</w:t>
            </w:r>
            <w:proofErr w:type="spellStart"/>
            <w:r w:rsidRPr="00743513">
              <w:rPr>
                <w:szCs w:val="22"/>
              </w:rPr>
              <w:t>Wirtgen</w:t>
            </w:r>
            <w:proofErr w:type="spellEnd"/>
            <w:r w:rsidRPr="00743513">
              <w:rPr>
                <w:szCs w:val="22"/>
              </w:rPr>
              <w:t>-</w:t>
            </w:r>
            <w:proofErr w:type="spellStart"/>
            <w:r w:rsidRPr="00743513">
              <w:rPr>
                <w:szCs w:val="22"/>
              </w:rPr>
              <w:t>Straße</w:t>
            </w:r>
            <w:proofErr w:type="spellEnd"/>
            <w:r w:rsidRPr="00743513">
              <w:rPr>
                <w:szCs w:val="22"/>
              </w:rPr>
              <w:t xml:space="preserve"> 2</w:t>
            </w:r>
          </w:p>
          <w:p w14:paraId="44EEDC5C" w14:textId="77777777" w:rsidR="007073BA" w:rsidRPr="00743513" w:rsidRDefault="007073BA" w:rsidP="00386664">
            <w:pPr>
              <w:pStyle w:val="Text"/>
              <w:rPr>
                <w:szCs w:val="22"/>
              </w:rPr>
            </w:pPr>
            <w:r w:rsidRPr="00743513">
              <w:rPr>
                <w:szCs w:val="22"/>
              </w:rPr>
              <w:t xml:space="preserve">53578 </w:t>
            </w:r>
            <w:proofErr w:type="spellStart"/>
            <w:r w:rsidRPr="00743513">
              <w:rPr>
                <w:szCs w:val="22"/>
              </w:rPr>
              <w:t>Windhagen</w:t>
            </w:r>
            <w:proofErr w:type="spellEnd"/>
          </w:p>
          <w:p w14:paraId="1A889C00" w14:textId="77777777" w:rsidR="007073BA" w:rsidRPr="00743513" w:rsidRDefault="007073BA" w:rsidP="00386664">
            <w:pPr>
              <w:pStyle w:val="Text"/>
              <w:rPr>
                <w:szCs w:val="22"/>
              </w:rPr>
            </w:pPr>
            <w:r w:rsidRPr="00743513">
              <w:rPr>
                <w:szCs w:val="22"/>
              </w:rPr>
              <w:t>Allemagne</w:t>
            </w:r>
          </w:p>
          <w:p w14:paraId="05D57908" w14:textId="77777777" w:rsidR="007073BA" w:rsidRPr="00743513" w:rsidRDefault="007073BA" w:rsidP="00386664">
            <w:pPr>
              <w:pStyle w:val="Text"/>
              <w:rPr>
                <w:szCs w:val="22"/>
              </w:rPr>
            </w:pPr>
          </w:p>
          <w:p w14:paraId="6990D0E4" w14:textId="77777777" w:rsidR="007073BA" w:rsidRPr="00743513" w:rsidRDefault="007073BA" w:rsidP="00386664">
            <w:pPr>
              <w:pStyle w:val="Text"/>
              <w:rPr>
                <w:szCs w:val="22"/>
              </w:rPr>
            </w:pPr>
            <w:r w:rsidRPr="00743513">
              <w:rPr>
                <w:szCs w:val="22"/>
              </w:rPr>
              <w:t>Téléphone: +49 (0) 2645 131 – 1966</w:t>
            </w:r>
          </w:p>
          <w:p w14:paraId="73AAA260" w14:textId="77777777" w:rsidR="007073BA" w:rsidRPr="00743513" w:rsidRDefault="007073BA" w:rsidP="00386664">
            <w:pPr>
              <w:pStyle w:val="Text"/>
              <w:rPr>
                <w:szCs w:val="22"/>
              </w:rPr>
            </w:pPr>
            <w:proofErr w:type="spellStart"/>
            <w:r w:rsidRPr="00743513">
              <w:rPr>
                <w:szCs w:val="22"/>
              </w:rPr>
              <w:t>Telefax</w:t>
            </w:r>
            <w:proofErr w:type="spellEnd"/>
            <w:r w:rsidRPr="00743513">
              <w:rPr>
                <w:szCs w:val="22"/>
              </w:rPr>
              <w:t>:      +49 (0) 2645 131 – 499</w:t>
            </w:r>
          </w:p>
          <w:p w14:paraId="74243E20" w14:textId="77777777" w:rsidR="007073BA" w:rsidRPr="00743513" w:rsidRDefault="007073BA" w:rsidP="00386664">
            <w:pPr>
              <w:pStyle w:val="Text"/>
              <w:rPr>
                <w:szCs w:val="22"/>
              </w:rPr>
            </w:pPr>
            <w:r w:rsidRPr="00743513">
              <w:rPr>
                <w:szCs w:val="22"/>
              </w:rPr>
              <w:t>E-mail:        PR@wirtgen-group.com</w:t>
            </w:r>
          </w:p>
          <w:p w14:paraId="2D703834" w14:textId="77777777" w:rsidR="007073BA" w:rsidRPr="00743513" w:rsidRDefault="007073BA" w:rsidP="00386664">
            <w:pPr>
              <w:pStyle w:val="Text"/>
              <w:rPr>
                <w:szCs w:val="22"/>
              </w:rPr>
            </w:pPr>
            <w:r w:rsidRPr="00F70F88">
              <w:rPr>
                <w:szCs w:val="22"/>
              </w:rPr>
              <w:t>www.wirtgen-group.com</w:t>
            </w:r>
          </w:p>
        </w:tc>
        <w:tc>
          <w:tcPr>
            <w:tcW w:w="4832" w:type="dxa"/>
            <w:tcBorders>
              <w:left w:val="single" w:sz="48" w:space="0" w:color="FFFFFF" w:themeColor="background1"/>
            </w:tcBorders>
          </w:tcPr>
          <w:p w14:paraId="4528EFFE" w14:textId="77777777" w:rsidR="007073BA" w:rsidRPr="00743513" w:rsidRDefault="007073BA" w:rsidP="00386664">
            <w:pPr>
              <w:pStyle w:val="Text"/>
              <w:rPr>
                <w:szCs w:val="22"/>
              </w:rPr>
            </w:pPr>
          </w:p>
        </w:tc>
      </w:tr>
    </w:tbl>
    <w:p w14:paraId="3D604A55" w14:textId="38EC80D6" w:rsidR="00F048D4" w:rsidRPr="00F74540" w:rsidRDefault="00F048D4" w:rsidP="007073BA">
      <w:pPr>
        <w:pStyle w:val="Note"/>
      </w:pPr>
    </w:p>
    <w:sectPr w:rsidR="00F048D4" w:rsidRPr="00F74540" w:rsidSect="00CA4A09">
      <w:headerReference w:type="default" r:id="rId9"/>
      <w:footerReference w:type="default" r:id="rId10"/>
      <w:headerReference w:type="first" r:id="rId11"/>
      <w:footerReference w:type="first" r:id="rId12"/>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FCF440" w14:textId="77777777" w:rsidR="00FB13D3" w:rsidRDefault="00FB13D3" w:rsidP="00E55534">
      <w:r>
        <w:separator/>
      </w:r>
    </w:p>
  </w:endnote>
  <w:endnote w:type="continuationSeparator" w:id="0">
    <w:p w14:paraId="6447E3E1" w14:textId="77777777" w:rsidR="00FB13D3" w:rsidRDefault="00FB13D3"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FB13D3" w:rsidRPr="00723F4F" w14:paraId="09CC4821" w14:textId="77777777" w:rsidTr="00723F4F">
      <w:trPr>
        <w:trHeight w:hRule="exact" w:val="227"/>
      </w:trPr>
      <w:tc>
        <w:tcPr>
          <w:tcW w:w="8364" w:type="dxa"/>
          <w:shd w:val="clear" w:color="auto" w:fill="auto"/>
        </w:tcPr>
        <w:p w14:paraId="76C581C2" w14:textId="77777777" w:rsidR="00FB13D3" w:rsidRPr="00723F4F" w:rsidRDefault="00FB13D3" w:rsidP="00723F4F">
          <w:pPr>
            <w:pStyle w:val="Kolumnentitel"/>
            <w:rPr>
              <w:szCs w:val="20"/>
            </w:rPr>
          </w:pPr>
          <w:r>
            <w:rPr>
              <w:rStyle w:val="MittleresRaster11"/>
            </w:rPr>
            <w:t xml:space="preserve">     </w:t>
          </w:r>
        </w:p>
      </w:tc>
      <w:tc>
        <w:tcPr>
          <w:tcW w:w="1160" w:type="dxa"/>
          <w:shd w:val="clear" w:color="auto" w:fill="auto"/>
        </w:tcPr>
        <w:p w14:paraId="120FF8E6" w14:textId="72E5B12F" w:rsidR="00FB13D3" w:rsidRPr="00723F4F" w:rsidRDefault="00FB13D3" w:rsidP="00723F4F">
          <w:pPr>
            <w:pStyle w:val="Seitenzahlen"/>
            <w:rPr>
              <w:szCs w:val="20"/>
            </w:rPr>
          </w:pPr>
          <w:r w:rsidRPr="00723F4F">
            <w:rPr>
              <w:szCs w:val="20"/>
            </w:rPr>
            <w:fldChar w:fldCharType="begin"/>
          </w:r>
          <w:r w:rsidRPr="00723F4F">
            <w:rPr>
              <w:szCs w:val="20"/>
            </w:rPr>
            <w:instrText xml:space="preserve"> </w:instrText>
          </w:r>
          <w:r>
            <w:rPr>
              <w:szCs w:val="20"/>
            </w:rPr>
            <w:instrText>PAGE</w:instrText>
          </w:r>
          <w:r w:rsidRPr="00723F4F">
            <w:rPr>
              <w:szCs w:val="20"/>
            </w:rPr>
            <w:instrText xml:space="preserve"> \# "</w:instrText>
          </w:r>
          <w:r>
            <w:rPr>
              <w:szCs w:val="20"/>
            </w:rPr>
            <w:instrText>00</w:instrText>
          </w:r>
          <w:r w:rsidRPr="00723F4F">
            <w:rPr>
              <w:szCs w:val="20"/>
            </w:rPr>
            <w:instrText>"</w:instrText>
          </w:r>
          <w:r w:rsidRPr="00723F4F">
            <w:rPr>
              <w:szCs w:val="20"/>
            </w:rPr>
            <w:fldChar w:fldCharType="separate"/>
          </w:r>
          <w:r w:rsidR="007073BA">
            <w:rPr>
              <w:noProof/>
              <w:szCs w:val="20"/>
            </w:rPr>
            <w:t>03</w:t>
          </w:r>
          <w:r w:rsidRPr="00723F4F">
            <w:rPr>
              <w:szCs w:val="20"/>
            </w:rPr>
            <w:fldChar w:fldCharType="end"/>
          </w:r>
        </w:p>
      </w:tc>
    </w:tr>
  </w:tbl>
  <w:p w14:paraId="7CF7D2C8" w14:textId="77777777" w:rsidR="00FB13D3" w:rsidRDefault="00FB13D3">
    <w:pPr>
      <w:pStyle w:val="Fuzeile"/>
    </w:pPr>
    <w:r>
      <w:rPr>
        <w:noProof/>
        <w:lang w:val="de-DE"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4EC6F67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FB13D3" w:rsidRPr="00723F4F" w14:paraId="7F336EBB" w14:textId="77777777" w:rsidTr="00723F4F">
      <w:tc>
        <w:tcPr>
          <w:tcW w:w="9664" w:type="dxa"/>
          <w:shd w:val="clear" w:color="auto" w:fill="auto"/>
        </w:tcPr>
        <w:p w14:paraId="319012F1" w14:textId="77777777" w:rsidR="00FB13D3" w:rsidRPr="00723F4F" w:rsidRDefault="00FB13D3" w:rsidP="00723F4F">
          <w:pPr>
            <w:pStyle w:val="Fuzeile"/>
            <w:spacing w:before="96" w:after="96"/>
            <w:rPr>
              <w:szCs w:val="20"/>
            </w:rPr>
          </w:pPr>
          <w:r>
            <w:rPr>
              <w:rStyle w:val="Hervorhebung"/>
            </w:rPr>
            <w:t>WIRTGEN GmbH</w:t>
          </w:r>
          <w:r>
            <w:t xml:space="preserve"> · Reinhard-Wirtgen-Str. 2 · D-53578 Windhagen · T: +49 26 45 / 131 0</w:t>
          </w:r>
        </w:p>
      </w:tc>
    </w:tr>
  </w:tbl>
  <w:p w14:paraId="732BEB33" w14:textId="77777777" w:rsidR="00FB13D3" w:rsidRDefault="00FB13D3">
    <w:pPr>
      <w:pStyle w:val="Fuzeile"/>
    </w:pPr>
    <w:r>
      <w:rPr>
        <w:noProof/>
        <w:lang w:val="de-DE"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A2B84D2"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B75818" w14:textId="77777777" w:rsidR="00FB13D3" w:rsidRDefault="00FB13D3" w:rsidP="00E55534">
      <w:r>
        <w:separator/>
      </w:r>
    </w:p>
  </w:footnote>
  <w:footnote w:type="continuationSeparator" w:id="0">
    <w:p w14:paraId="3409E70A" w14:textId="77777777" w:rsidR="00FB13D3" w:rsidRDefault="00FB13D3"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EA1B2" w14:textId="77777777" w:rsidR="00FB13D3" w:rsidRPr="00533132" w:rsidRDefault="00FB13D3" w:rsidP="00533132">
    <w:pPr>
      <w:pStyle w:val="Kopfzeile"/>
    </w:pPr>
    <w:r>
      <w:rPr>
        <w:noProof/>
        <w:lang w:val="de-DE"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6189F" w14:textId="77777777" w:rsidR="00FB13D3" w:rsidRDefault="00FB13D3">
    <w:pPr>
      <w:pStyle w:val="Kopfzeile"/>
    </w:pPr>
    <w:r>
      <w:rPr>
        <w:noProof/>
        <w:lang w:val="de-DE"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42B3773B"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de-DE"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500pt;height:1500pt" o:bullet="t">
        <v:imagedata r:id="rId1" o:title="AZ_04a"/>
      </v:shape>
    </w:pict>
  </w:numPicBullet>
  <w:numPicBullet w:numPicBulletId="1">
    <w:pict>
      <v:shape id="_x0000_i1049"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EE5"/>
    <w:rsid w:val="0000551D"/>
    <w:rsid w:val="0000745C"/>
    <w:rsid w:val="000148B3"/>
    <w:rsid w:val="000241FA"/>
    <w:rsid w:val="00042106"/>
    <w:rsid w:val="0005285B"/>
    <w:rsid w:val="00055529"/>
    <w:rsid w:val="00062C3A"/>
    <w:rsid w:val="00066D09"/>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633B3"/>
    <w:rsid w:val="0018021A"/>
    <w:rsid w:val="00194FB1"/>
    <w:rsid w:val="001B16BB"/>
    <w:rsid w:val="001B34EE"/>
    <w:rsid w:val="001C1A3E"/>
    <w:rsid w:val="00200355"/>
    <w:rsid w:val="0021351D"/>
    <w:rsid w:val="00253A2E"/>
    <w:rsid w:val="002603EC"/>
    <w:rsid w:val="002611FE"/>
    <w:rsid w:val="00282AFC"/>
    <w:rsid w:val="00286C15"/>
    <w:rsid w:val="0029634D"/>
    <w:rsid w:val="002C7542"/>
    <w:rsid w:val="002D065C"/>
    <w:rsid w:val="002D0780"/>
    <w:rsid w:val="002D2766"/>
    <w:rsid w:val="002D2EE5"/>
    <w:rsid w:val="002D63E6"/>
    <w:rsid w:val="002E765F"/>
    <w:rsid w:val="002E7E4E"/>
    <w:rsid w:val="002F108B"/>
    <w:rsid w:val="002F5818"/>
    <w:rsid w:val="002F70FD"/>
    <w:rsid w:val="0030316D"/>
    <w:rsid w:val="0032774C"/>
    <w:rsid w:val="00332D28"/>
    <w:rsid w:val="0034191A"/>
    <w:rsid w:val="00343CC7"/>
    <w:rsid w:val="00347A28"/>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91C8C"/>
    <w:rsid w:val="004A463B"/>
    <w:rsid w:val="004C1967"/>
    <w:rsid w:val="004D23D0"/>
    <w:rsid w:val="004D2BE0"/>
    <w:rsid w:val="004E6EF5"/>
    <w:rsid w:val="00506409"/>
    <w:rsid w:val="00517164"/>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21F1F"/>
    <w:rsid w:val="00623B37"/>
    <w:rsid w:val="006330A2"/>
    <w:rsid w:val="00642EB6"/>
    <w:rsid w:val="006433E2"/>
    <w:rsid w:val="00644447"/>
    <w:rsid w:val="00651E5D"/>
    <w:rsid w:val="00677F11"/>
    <w:rsid w:val="00682B1A"/>
    <w:rsid w:val="00690D7C"/>
    <w:rsid w:val="00690DFE"/>
    <w:rsid w:val="006B3EEC"/>
    <w:rsid w:val="006C0C87"/>
    <w:rsid w:val="006D6CC6"/>
    <w:rsid w:val="006D7EAC"/>
    <w:rsid w:val="006E0104"/>
    <w:rsid w:val="006F7602"/>
    <w:rsid w:val="007073BA"/>
    <w:rsid w:val="00722A17"/>
    <w:rsid w:val="00723F4F"/>
    <w:rsid w:val="00754B80"/>
    <w:rsid w:val="00755AE0"/>
    <w:rsid w:val="0075761B"/>
    <w:rsid w:val="00757B83"/>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427F2"/>
    <w:rsid w:val="00843B45"/>
    <w:rsid w:val="0084571C"/>
    <w:rsid w:val="00860D46"/>
    <w:rsid w:val="00863129"/>
    <w:rsid w:val="00866830"/>
    <w:rsid w:val="00870ACE"/>
    <w:rsid w:val="00873125"/>
    <w:rsid w:val="008755E5"/>
    <w:rsid w:val="00881E44"/>
    <w:rsid w:val="00892F6F"/>
    <w:rsid w:val="00896F7E"/>
    <w:rsid w:val="008C2A29"/>
    <w:rsid w:val="008C2DB2"/>
    <w:rsid w:val="008D2B87"/>
    <w:rsid w:val="008D770E"/>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85705"/>
    <w:rsid w:val="00B874DC"/>
    <w:rsid w:val="00B90F78"/>
    <w:rsid w:val="00BD1058"/>
    <w:rsid w:val="00BD25D1"/>
    <w:rsid w:val="00BD5391"/>
    <w:rsid w:val="00BD764C"/>
    <w:rsid w:val="00BF56B2"/>
    <w:rsid w:val="00BF78E6"/>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3212"/>
    <w:rsid w:val="00F33B16"/>
    <w:rsid w:val="00F353EA"/>
    <w:rsid w:val="00F36C27"/>
    <w:rsid w:val="00F56318"/>
    <w:rsid w:val="00F67C95"/>
    <w:rsid w:val="00F74540"/>
    <w:rsid w:val="00F75B79"/>
    <w:rsid w:val="00F82525"/>
    <w:rsid w:val="00F91AC4"/>
    <w:rsid w:val="00F97FEA"/>
    <w:rsid w:val="00FB13D3"/>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fr-FR"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fr-FR"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fr-FR"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D39AAF10-A338-4FAD-A24D-53EB5B75F7DC}">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847</Words>
  <Characters>5340</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6175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Lang,Christian</cp:lastModifiedBy>
  <cp:revision>3</cp:revision>
  <cp:lastPrinted>2021-10-28T15:19:00Z</cp:lastPrinted>
  <dcterms:created xsi:type="dcterms:W3CDTF">2022-02-28T07:22:00Z</dcterms:created>
  <dcterms:modified xsi:type="dcterms:W3CDTF">2022-02-28T08:02:00Z</dcterms:modified>
</cp:coreProperties>
</file>